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 xml:space="preserve">Sifonisch werkend urinoir met </w:t>
      </w:r>
      <w:r w:rsidR="00DD2153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D2153">
        <w:rPr>
          <w:lang w:val="fr-BE"/>
        </w:rPr>
        <w:t xml:space="preserve">boven.  </w:t>
      </w:r>
      <w:r>
        <w:rPr>
          <w:lang w:val="fr-BE"/>
        </w:rPr>
        <w:t>Strak model met rechthoekige vorm tegen de muur.  Het daaruit vloeiende driehoekige opvan</w:t>
      </w:r>
      <w:r w:rsidR="00DD2153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37DA1">
        <w:t>langs boven</w:t>
      </w:r>
      <w:bookmarkStart w:id="2" w:name="_GoBack"/>
      <w:bookmarkEnd w:id="2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3B5FC0" w:rsidRDefault="003B5FC0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415AD5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7D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5FC0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2153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AE65D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2EDE17-5DB1-474D-A1AE-A40C4988F5C1}"/>
</file>

<file path=customXml/itemProps2.xml><?xml version="1.0" encoding="utf-8"?>
<ds:datastoreItem xmlns:ds="http://schemas.openxmlformats.org/officeDocument/2006/customXml" ds:itemID="{B77AD330-7DF5-4E38-B6F1-E95886249727}"/>
</file>

<file path=customXml/itemProps3.xml><?xml version="1.0" encoding="utf-8"?>
<ds:datastoreItem xmlns:ds="http://schemas.openxmlformats.org/officeDocument/2006/customXml" ds:itemID="{D1071BBA-C5B7-4561-A536-B7566F44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240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